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ED" w:rsidRPr="00B42449" w:rsidRDefault="002B50ED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2B50ED" w:rsidRPr="00B42449" w:rsidRDefault="002B50ED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>: David Allen 6-MANNON</w:t>
      </w:r>
    </w:p>
    <w:p w:rsidR="002B50ED" w:rsidRPr="00B42449" w:rsidRDefault="002B50ED" w:rsidP="00A73723">
      <w:pPr>
        <w:rPr>
          <w:rFonts w:ascii="Comic Sans MS" w:hAnsi="Comic Sans MS" w:cs="Comic Sans MS"/>
          <w:sz w:val="28"/>
          <w:szCs w:val="28"/>
        </w:rPr>
      </w:pPr>
    </w:p>
    <w:p w:rsidR="002B50ED" w:rsidRDefault="002B50ED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greek flag" style="position:absolute;left:0;text-align:left;margin-left:270pt;margin-top:46.7pt;width:213pt;height:170.4pt;z-index:-251658240">
            <v:imagedata r:id="rId5" r:href="rId6"/>
            <w10:wrap type="square"/>
          </v:shape>
        </w:pict>
      </w: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</w:p>
    <w:p w:rsidR="002B50ED" w:rsidRPr="00480E5F" w:rsidRDefault="002B50ED" w:rsidP="00923E59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  <w:r w:rsidRPr="00480E5F">
        <w:rPr>
          <w:rFonts w:ascii="Comic Sans MS" w:hAnsi="Comic Sans MS" w:cs="Comic Sans MS"/>
          <w:b/>
          <w:bCs/>
          <w:sz w:val="28"/>
          <w:szCs w:val="28"/>
        </w:rPr>
        <w:t xml:space="preserve">The chapter in World History that I enjoyed most this year was learning about Ancient Greece. This chapter </w:t>
      </w:r>
      <w:r>
        <w:rPr>
          <w:rFonts w:ascii="Comic Sans MS" w:hAnsi="Comic Sans MS" w:cs="Comic Sans MS"/>
          <w:b/>
          <w:bCs/>
          <w:sz w:val="28"/>
          <w:szCs w:val="28"/>
        </w:rPr>
        <w:t>was my favorite because my backg</w:t>
      </w:r>
      <w:r w:rsidRPr="00480E5F">
        <w:rPr>
          <w:rFonts w:ascii="Comic Sans MS" w:hAnsi="Comic Sans MS" w:cs="Comic Sans MS"/>
          <w:b/>
          <w:bCs/>
          <w:sz w:val="28"/>
          <w:szCs w:val="28"/>
        </w:rPr>
        <w:t>round is mostly Greece. Plus, I know so much about Greece and it was fun to learn more. It was fun to go home and tel</w:t>
      </w:r>
      <w:r>
        <w:rPr>
          <w:rFonts w:ascii="Comic Sans MS" w:hAnsi="Comic Sans MS" w:cs="Comic Sans MS"/>
          <w:b/>
          <w:bCs/>
          <w:sz w:val="28"/>
          <w:szCs w:val="28"/>
        </w:rPr>
        <w:t>l my dad whose backg</w:t>
      </w:r>
      <w:r w:rsidRPr="00480E5F">
        <w:rPr>
          <w:rFonts w:ascii="Comic Sans MS" w:hAnsi="Comic Sans MS" w:cs="Comic Sans MS"/>
          <w:b/>
          <w:bCs/>
          <w:sz w:val="28"/>
          <w:szCs w:val="28"/>
        </w:rPr>
        <w:t>round is also Greek what I learned.</w:t>
      </w:r>
    </w:p>
    <w:p w:rsidR="002B50ED" w:rsidRDefault="002B50ED" w:rsidP="00923E59">
      <w:pPr>
        <w:pStyle w:val="ListParagraph"/>
        <w:ind w:firstLine="720"/>
        <w:rPr>
          <w:rFonts w:ascii="Comic Sans MS" w:hAnsi="Comic Sans MS" w:cs="Comic Sans MS"/>
          <w:sz w:val="28"/>
          <w:szCs w:val="28"/>
        </w:rPr>
      </w:pPr>
    </w:p>
    <w:p w:rsidR="002B50ED" w:rsidRDefault="002B50ED" w:rsidP="00923E59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2B50ED" w:rsidRPr="00480E5F" w:rsidRDefault="002B50ED" w:rsidP="00923E59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  <w:r w:rsidRPr="00480E5F">
        <w:rPr>
          <w:rFonts w:ascii="Comic Sans MS" w:hAnsi="Comic Sans MS" w:cs="Comic Sans MS"/>
          <w:b/>
          <w:bCs/>
          <w:sz w:val="28"/>
          <w:szCs w:val="28"/>
        </w:rPr>
        <w:t>Some things I learned in that chapter were different city-states and their culture. It was most interesting to learn about Sparta because it was a very tuff city-state. Just this recently I had a group project to work on that I enjoyed working on. We had a great time filming it and hanging out after. I even got squirted with a hose (By Gillian when it was Christine’s idea)! It was really funning yet cold.</w:t>
      </w:r>
    </w:p>
    <w:p w:rsidR="002B50ED" w:rsidRDefault="002B50ED" w:rsidP="00480E5F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2B50ED" w:rsidRDefault="002B50ED" w:rsidP="00480E5F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2B50ED" w:rsidRPr="00480E5F" w:rsidRDefault="002B50ED" w:rsidP="00480E5F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  <w:r w:rsidRPr="00480E5F">
        <w:rPr>
          <w:rFonts w:ascii="Comic Sans MS" w:hAnsi="Comic Sans MS" w:cs="Comic Sans MS"/>
          <w:b/>
          <w:bCs/>
          <w:sz w:val="28"/>
          <w:szCs w:val="28"/>
        </w:rPr>
        <w:t>I really didn’t learn any new skills. But I improved my mapping skill. We really worked with maps. In almost every chapter. It was fun though. From tracing, to coloring water from land, to drawing, all on maps!</w:t>
      </w:r>
    </w:p>
    <w:p w:rsidR="002B50ED" w:rsidRDefault="002B50ED" w:rsidP="00480E5F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2B50ED" w:rsidRDefault="002B50ED" w:rsidP="00480E5F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2B50ED" w:rsidRDefault="002B50ED" w:rsidP="00480E5F">
      <w:pPr>
        <w:pStyle w:val="ListParagraph"/>
        <w:rPr>
          <w:rFonts w:ascii="Comic Sans MS" w:hAnsi="Comic Sans MS" w:cs="Comic Sans MS"/>
          <w:sz w:val="28"/>
          <w:szCs w:val="28"/>
        </w:rPr>
      </w:pPr>
    </w:p>
    <w:p w:rsidR="002B50ED" w:rsidRDefault="002B50ED" w:rsidP="001848B3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  <w:r>
        <w:rPr>
          <w:rFonts w:ascii="Comic Sans MS" w:hAnsi="Comic Sans MS" w:cs="Comic Sans MS"/>
          <w:b/>
          <w:bCs/>
          <w:sz w:val="28"/>
          <w:szCs w:val="28"/>
        </w:rPr>
        <w:t xml:space="preserve">I can apply my improved mapping skill to the real world a lot of different ways. When I’m traveling I’ll be able to look at a map. Or when I have to make a route or show someone a place. This skill can really help me. </w:t>
      </w:r>
    </w:p>
    <w:p w:rsidR="002B50ED" w:rsidRDefault="002B50ED" w:rsidP="001848B3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</w:p>
    <w:p w:rsidR="002B50ED" w:rsidRDefault="002B50ED" w:rsidP="001848B3">
      <w:pPr>
        <w:pStyle w:val="ListParagraph"/>
        <w:ind w:firstLine="720"/>
        <w:rPr>
          <w:rFonts w:ascii="Comic Sans MS" w:hAnsi="Comic Sans MS" w:cs="Comic Sans MS"/>
          <w:b/>
          <w:bCs/>
          <w:sz w:val="28"/>
          <w:szCs w:val="28"/>
        </w:rPr>
      </w:pPr>
    </w:p>
    <w:p w:rsidR="002B50ED" w:rsidRPr="00AB5A1A" w:rsidRDefault="002B50ED" w:rsidP="00AB5A1A">
      <w:pPr>
        <w:pStyle w:val="ListParagraph"/>
        <w:rPr>
          <w:rFonts w:ascii="Comic Sans MS" w:hAnsi="Comic Sans MS" w:cs="Comic Sans MS"/>
          <w:b/>
          <w:bCs/>
          <w:sz w:val="28"/>
          <w:szCs w:val="28"/>
        </w:rPr>
      </w:pPr>
      <w:r>
        <w:rPr>
          <w:rFonts w:ascii="Comic Sans MS" w:hAnsi="Comic Sans MS" w:cs="Comic Sans MS"/>
          <w:b/>
          <w:bCs/>
          <w:sz w:val="28"/>
          <w:szCs w:val="28"/>
        </w:rPr>
        <w:t xml:space="preserve">Citations: </w:t>
      </w:r>
      <w:r w:rsidRPr="00AB5A1A">
        <w:t xml:space="preserve"> </w:t>
      </w:r>
      <w:hyperlink r:id="rId7" w:history="1">
        <w:r w:rsidRPr="000805EA">
          <w:rPr>
            <w:rStyle w:val="Hyperlink"/>
            <w:rFonts w:ascii="Comic Sans MS" w:hAnsi="Comic Sans MS" w:cs="Comic Sans MS"/>
            <w:b/>
            <w:bCs/>
            <w:sz w:val="28"/>
            <w:szCs w:val="28"/>
          </w:rPr>
          <w:t>http://flag-wallpapers.com/Greece/greek-flag/</w:t>
        </w:r>
      </w:hyperlink>
      <w:r>
        <w:rPr>
          <w:rFonts w:ascii="Comic Sans MS" w:hAnsi="Comic Sans MS" w:cs="Comic Sans MS"/>
          <w:b/>
          <w:bCs/>
          <w:sz w:val="28"/>
          <w:szCs w:val="28"/>
        </w:rPr>
        <w:t xml:space="preserve">   </w:t>
      </w:r>
    </w:p>
    <w:p w:rsidR="002B50ED" w:rsidRPr="00B42449" w:rsidRDefault="002B50ED" w:rsidP="00480E5F">
      <w:pPr>
        <w:pStyle w:val="ListParagraph"/>
        <w:rPr>
          <w:rFonts w:ascii="Comic Sans MS" w:hAnsi="Comic Sans MS" w:cs="Comic Sans MS"/>
          <w:sz w:val="28"/>
          <w:szCs w:val="28"/>
        </w:rPr>
      </w:pPr>
    </w:p>
    <w:p w:rsidR="002B50ED" w:rsidRPr="00B42449" w:rsidRDefault="002B50ED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2B50ED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257EA5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0805EA"/>
    <w:rsid w:val="000B0C82"/>
    <w:rsid w:val="00180F3E"/>
    <w:rsid w:val="001848B3"/>
    <w:rsid w:val="001C03A7"/>
    <w:rsid w:val="001D65BD"/>
    <w:rsid w:val="001F1BF1"/>
    <w:rsid w:val="0028197C"/>
    <w:rsid w:val="002B50ED"/>
    <w:rsid w:val="002E5070"/>
    <w:rsid w:val="00426E02"/>
    <w:rsid w:val="00480E5F"/>
    <w:rsid w:val="004D7F35"/>
    <w:rsid w:val="0062042C"/>
    <w:rsid w:val="00923E59"/>
    <w:rsid w:val="0093489C"/>
    <w:rsid w:val="009B689C"/>
    <w:rsid w:val="00A73723"/>
    <w:rsid w:val="00AB5889"/>
    <w:rsid w:val="00AB5A1A"/>
    <w:rsid w:val="00AC241D"/>
    <w:rsid w:val="00B206AC"/>
    <w:rsid w:val="00B34725"/>
    <w:rsid w:val="00B42449"/>
    <w:rsid w:val="00B80FF5"/>
    <w:rsid w:val="00C16C99"/>
    <w:rsid w:val="00DA02E6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AB5A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lag-wallpapers.com/Greece/greek-fla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lag-wallpapers.com/bulkupload/flagwallpapers/Greece/greek-flag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245</Words>
  <Characters>1398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Reflection</dc:title>
  <dc:subject/>
  <dc:creator>Administrator</dc:creator>
  <cp:keywords/>
  <dc:description/>
  <cp:lastModifiedBy> </cp:lastModifiedBy>
  <cp:revision>7</cp:revision>
  <cp:lastPrinted>2010-05-12T18:11:00Z</cp:lastPrinted>
  <dcterms:created xsi:type="dcterms:W3CDTF">2012-05-02T17:06:00Z</dcterms:created>
  <dcterms:modified xsi:type="dcterms:W3CDTF">2012-05-03T17:01:00Z</dcterms:modified>
</cp:coreProperties>
</file>